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CE4D99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CE4D99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25E5E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CE4D99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62411">
              <w:rPr>
                <w:rFonts w:ascii="Arial" w:hAnsi="Arial" w:cs="Arial"/>
                <w:b/>
                <w:sz w:val="20"/>
                <w:szCs w:val="20"/>
              </w:rPr>
              <w:t>VZ38/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Obnova přenosového vozu</w:t>
            </w:r>
          </w:p>
        </w:tc>
      </w:tr>
      <w:tr w:rsidR="00925E5E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25E5E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CE4D99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25E5E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CE4D9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CE4D99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25E5E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CE4D9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CE4D99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25E5E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CE4D9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CE4D99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25E5E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CE4D99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25E5E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CE4D9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CE4D9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25E5E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E4D9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E4D9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25E5E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E4D9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E4D9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25E5E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E4D9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E4D9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25E5E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E4D9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E4D9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25E5E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CE4D9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CE4D9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25E5E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CE4D99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CE4D9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CE4D99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CE4D99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CE4D9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</w:t>
      </w:r>
      <w:r w:rsidR="00462411">
        <w:rPr>
          <w:rFonts w:ascii="Arial" w:hAnsi="Arial" w:cs="Arial"/>
          <w:sz w:val="20"/>
          <w:szCs w:val="20"/>
        </w:rPr>
        <w:t xml:space="preserve">písm. c) </w:t>
      </w:r>
      <w:r w:rsidR="00462411" w:rsidRPr="00447B8F">
        <w:rPr>
          <w:rFonts w:ascii="Arial" w:hAnsi="Arial" w:cs="Arial"/>
          <w:sz w:val="20"/>
          <w:szCs w:val="20"/>
        </w:rPr>
        <w:t>zákona</w:t>
      </w:r>
      <w:r w:rsidRPr="00447B8F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předpisů,</w:t>
      </w:r>
    </w:p>
    <w:p w:rsidR="008D7673" w:rsidRPr="00462411" w:rsidRDefault="008D7673" w:rsidP="00462411">
      <w:pPr>
        <w:rPr>
          <w:rFonts w:ascii="Arial" w:hAnsi="Arial" w:cs="Arial"/>
          <w:sz w:val="20"/>
          <w:szCs w:val="20"/>
        </w:rPr>
      </w:pPr>
    </w:p>
    <w:p w:rsidR="00A004B7" w:rsidRPr="00462411" w:rsidRDefault="00CE4D99" w:rsidP="00462411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750F6C">
        <w:rPr>
          <w:rFonts w:ascii="Arial" w:hAnsi="Arial" w:cs="Arial"/>
          <w:sz w:val="20"/>
          <w:szCs w:val="20"/>
        </w:rPr>
        <w:t>části B. Kvalifikace v čl. III</w:t>
      </w:r>
      <w:bookmarkStart w:id="0" w:name="_GoBack"/>
      <w:bookmarkEnd w:id="0"/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462411">
        <w:rPr>
          <w:rFonts w:ascii="Arial" w:hAnsi="Arial" w:cs="Arial"/>
          <w:sz w:val="20"/>
          <w:szCs w:val="20"/>
        </w:rPr>
        <w:t>st. 1 Seznam významných dodávek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462411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CE4D99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25E5E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E4D99" w:rsidP="00462411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E4D99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25E5E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E4D99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E4D99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25E5E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E4D99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E4D99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25E5E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E4D99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E4D99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25E5E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E4D99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E4D99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CE4D99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25E5E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E4D99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E4D99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25E5E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E4D99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E4D99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25E5E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E4D99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462411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E4D99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25E5E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E4D99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E4D99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25E5E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E4D99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E4D99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CE4D99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CE4D99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CE4D99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0A8" w:rsidRDefault="00FA30A8">
      <w:r>
        <w:separator/>
      </w:r>
    </w:p>
  </w:endnote>
  <w:endnote w:type="continuationSeparator" w:id="0">
    <w:p w:rsidR="00FA30A8" w:rsidRDefault="00FA3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CE4D99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0A8" w:rsidRDefault="00FA30A8">
      <w:r>
        <w:separator/>
      </w:r>
    </w:p>
  </w:footnote>
  <w:footnote w:type="continuationSeparator" w:id="0">
    <w:p w:rsidR="00FA30A8" w:rsidRDefault="00FA30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CE4D99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C5B6614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8C14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65EE6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BEA2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FE2A9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C4AAF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B0C88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40647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BA893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3D58A62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E72B6D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82EC5D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3A2E853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13A74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D68B46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302C80A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3540B1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62B2B41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1543D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322EB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3E7A0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E26B0A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A300E2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442D42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02C3A3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564F7B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D628C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4D88D02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2BE684B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74B81BD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ADFAF26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DF8A2AB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84C4C0E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D3CFCB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810E59E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4E8001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EA1A8B0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712DF94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B078662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9F4197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8BA447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EAD8FD8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B3649FD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6303C5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9FF88B4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CC24039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F746E538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3726194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ED78B014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B42B37A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25693E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4EFC695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C4E4EC4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870E99F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E5440F9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4420CD24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5D8675F8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2EAE20BC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241CAFC8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37762166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B92EA85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5D8E9CBA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FB0107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CE1C87B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5366F5D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B6C2A6F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E5B4BE0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CEE6CB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D9120C8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90A721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2580232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A5D440B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73C00D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5BC846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748CF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B087C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67213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2E87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B92D8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0811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8AAAA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96B4DE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5E6814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E1B4664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347CDCE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A93CE27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DE42168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38568BC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A62C5FB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1B7EF15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EC7841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B2098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5A50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408E7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4ADC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F03D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F6A0C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948E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1EE7C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C45EF340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138D736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B5F6524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7CF8B2FE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36B65870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197E53A6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89B0AA36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633A045C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84008FE8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364A2CB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3B4C32F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844698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7F4AB2E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80E994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D49AC54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36048C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23E65B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50AB63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0FA4643E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F4B2E2E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4A6A21A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4D0AFCC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5C0046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5952348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B50ABA2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270BC2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A44860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E60A969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902683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CED8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288EB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D56BD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FAE4A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60A9E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6A64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BA8E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A1047C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E063FC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3174AD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DBE1C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720F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E4046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95ADE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B9814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DE6F8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1AB847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8AAEAD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91364A8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DD68BC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9C02E7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BEE6C4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DCE60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0F834D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474A697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E6C4764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3D08B35E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A4D027C2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C7907694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79AC1A2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79CE3C0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84AF790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DF288190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2D8853E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5D66822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13B43B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34AA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58FD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A69A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F6F7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8C43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DEFA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BCA0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923C78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20D0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AE8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D057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58C6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8241B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58F2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6AAA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4C0F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05C2B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E2F2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2433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6A9A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AA5A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46444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A01F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1849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22F2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9ED622C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B18270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72CDF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FD047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5444E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B2285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66A41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22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0EEA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BDFE74D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89C60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DDC9B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4F2C5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B5E5C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7C2B4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8C435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7ECE4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E2034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C7CA2C9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BF620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BC0E5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38A41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5419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66697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AF64E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5AC80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1A97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0C00B29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FC28543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DB42F3A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432A20D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A96E86E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EA74FB9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9DB49410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B41E7ED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678E351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90C57AE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E505486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1DE8CEF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8842F564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C33A061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26087E7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B14C615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270ECCF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C51695A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8072FE38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6E32F44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DA06A15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6ED2ECF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C20659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BF4C7AE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E490E6F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A30A37A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502596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34FAEC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5EABA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C6C79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32E3B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93227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6237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2E836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48CA3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FAD3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62411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50F6C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E5E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4D99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30A8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C8A8A9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12</TotalTime>
  <Pages>2</Pages>
  <Words>330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Barášková Petra</cp:lastModifiedBy>
  <cp:revision>6</cp:revision>
  <cp:lastPrinted>2018-04-18T10:56:00Z</cp:lastPrinted>
  <dcterms:created xsi:type="dcterms:W3CDTF">2019-06-04T09:28:00Z</dcterms:created>
  <dcterms:modified xsi:type="dcterms:W3CDTF">2022-12-15T13:06:00Z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